
<file path=[Content_Types].xml><?xml version="1.0" encoding="utf-8"?>
<Types xmlns="http://schemas.openxmlformats.org/package/2006/content-types">
  <Default Extension="tmp" ContentType="image/png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C6765F" w:rsidRPr="000A63AF" w14:paraId="0E33E6A3" w14:textId="77777777" w:rsidTr="00C6765F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43BE07C" w14:textId="77777777" w:rsidR="00C6765F" w:rsidRPr="00FB0E81" w:rsidRDefault="00C6765F" w:rsidP="00C6765F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Tahoma" w:hAnsi="Tahoma" w:cs="Tahoma"/>
              </w:rPr>
              <w:t>Share £55 in the ratio 1:4</w:t>
            </w:r>
          </w:p>
        </w:tc>
        <w:tc>
          <w:tcPr>
            <w:tcW w:w="425" w:type="dxa"/>
            <w:tcBorders>
              <w:right w:val="nil"/>
            </w:tcBorders>
          </w:tcPr>
          <w:p w14:paraId="181FE9F0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1B5E5D74" w14:textId="77777777" w:rsidR="00C6765F" w:rsidRPr="000A63AF" w:rsidRDefault="00C6765F" w:rsidP="00C6765F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Tahoma" w:hAnsi="Tahoma" w:cs="Tahoma"/>
              </w:rPr>
              <w:t>A dog runs at a speed of 15m/s for 20 seconds.  How far does it run?</w:t>
            </w:r>
          </w:p>
        </w:tc>
      </w:tr>
      <w:tr w:rsidR="00C6765F" w:rsidRPr="00C240D5" w14:paraId="02717925" w14:textId="77777777" w:rsidTr="00C6765F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0D393F3C" w14:textId="77777777" w:rsidR="00C6765F" w:rsidRDefault="00C6765F" w:rsidP="00C6765F">
            <w:pPr>
              <w:spacing w:before="12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Complete the probability tree:</w:t>
            </w:r>
          </w:p>
          <w:p w14:paraId="683B8A61" w14:textId="77777777" w:rsidR="00C6765F" w:rsidRPr="00C240D5" w:rsidRDefault="00C6765F" w:rsidP="00C6765F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2982A602" wp14:editId="14276D4D">
                  <wp:extent cx="1679331" cy="1543628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48E79A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650" cy="1553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4AFF0C44" w14:textId="77777777" w:rsidR="00C6765F" w:rsidRDefault="00C6765F" w:rsidP="00C6765F">
            <w:pPr>
              <w:spacing w:before="120"/>
              <w:rPr>
                <w:rFonts w:ascii="Tahoma" w:hAnsi="Tahoma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t>Work out the missing angle.</w:t>
            </w:r>
          </w:p>
          <w:p w14:paraId="35867634" w14:textId="77777777" w:rsidR="00C6765F" w:rsidRPr="00C240D5" w:rsidRDefault="00C6765F" w:rsidP="00C6765F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4798DCE4" wp14:editId="4E5F0054">
                  <wp:extent cx="1555750" cy="795655"/>
                  <wp:effectExtent l="0" t="0" r="635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795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1BC84EB3" w14:textId="77777777" w:rsidR="00C6765F" w:rsidRDefault="00C6765F" w:rsidP="00C6765F">
            <w:pPr>
              <w:spacing w:before="120" w:after="0"/>
              <w:rPr>
                <w:rFonts w:ascii="Tahoma" w:eastAsiaTheme="minorEastAsia" w:hAnsi="Tahoma" w:cs="Tahoma"/>
                <w:noProof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w:drawing>
                <wp:anchor distT="0" distB="0" distL="114300" distR="114300" simplePos="0" relativeHeight="251677696" behindDoc="0" locked="0" layoutInCell="1" allowOverlap="1" wp14:anchorId="2D9C66C4" wp14:editId="641F3548">
                  <wp:simplePos x="0" y="0"/>
                  <wp:positionH relativeFrom="column">
                    <wp:posOffset>2076890</wp:posOffset>
                  </wp:positionH>
                  <wp:positionV relativeFrom="paragraph">
                    <wp:posOffset>93492</wp:posOffset>
                  </wp:positionV>
                  <wp:extent cx="1028700" cy="1000125"/>
                  <wp:effectExtent l="0" t="0" r="0" b="3175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4890A4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eastAsiaTheme="minorEastAsia" w:hAnsi="Tahoma" w:cs="Tahoma"/>
                <w:noProof/>
              </w:rPr>
              <w:t>What shape is this the net for?</w:t>
            </w:r>
          </w:p>
          <w:p w14:paraId="6E7FDE4D" w14:textId="77777777" w:rsidR="00C6765F" w:rsidRPr="00C240D5" w:rsidRDefault="00C6765F" w:rsidP="00C6765F">
            <w:pPr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2ADB6B6D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600710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t xml:space="preserve"> </w:t>
            </w:r>
          </w:p>
        </w:tc>
      </w:tr>
    </w:tbl>
    <w:p w14:paraId="5DDCD8AF" w14:textId="77777777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5161DB83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C6765F">
        <w:rPr>
          <w:rFonts w:ascii="Segoe Print" w:hAnsi="Segoe Print"/>
          <w:b/>
          <w:sz w:val="24"/>
        </w:rPr>
        <w:t>20</w:t>
      </w:r>
      <w:r w:rsidR="00D51195" w:rsidRPr="0090117B">
        <w:rPr>
          <w:rFonts w:ascii="Segoe Print" w:hAnsi="Segoe Print"/>
          <w:b/>
          <w:sz w:val="24"/>
        </w:rPr>
        <w:t>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77777777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</w:p>
    <w:p w14:paraId="2CB03FA7" w14:textId="77777777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1552" behindDoc="0" locked="0" layoutInCell="1" allowOverlap="1" wp14:anchorId="1BA4C539" wp14:editId="1B2EE763">
            <wp:simplePos x="0" y="0"/>
            <wp:positionH relativeFrom="column">
              <wp:posOffset>-148064</wp:posOffset>
            </wp:positionH>
            <wp:positionV relativeFrom="paragraph">
              <wp:posOffset>165100</wp:posOffset>
            </wp:positionV>
            <wp:extent cx="827405" cy="568325"/>
            <wp:effectExtent l="53340" t="0" r="0" b="0"/>
            <wp:wrapNone/>
            <wp:docPr id="10" name="Picture 1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86BAAB" w14:textId="77777777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20</w:t>
      </w:r>
      <w:r w:rsidRPr="0090117B">
        <w:rPr>
          <w:rFonts w:ascii="Segoe Print" w:hAnsi="Segoe Print"/>
          <w:b/>
          <w:sz w:val="24"/>
        </w:rPr>
        <w:t>.1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tbl>
      <w:tblPr>
        <w:tblStyle w:val="TableGrid"/>
        <w:tblpPr w:leftFromText="180" w:rightFromText="180" w:vertAnchor="text" w:horzAnchor="margin" w:tblpY="6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C6765F" w:rsidRPr="000A63AF" w14:paraId="3F00DEAB" w14:textId="77777777" w:rsidTr="00C6765F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4BB3F32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18438D9" w14:textId="77777777" w:rsidR="00C6765F" w:rsidRPr="00FB0E81" w:rsidRDefault="00C6765F" w:rsidP="00C6765F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Tahoma" w:hAnsi="Tahoma" w:cs="Tahoma"/>
              </w:rPr>
              <w:t>Share £55 in the ratio 1:4</w:t>
            </w:r>
          </w:p>
        </w:tc>
        <w:tc>
          <w:tcPr>
            <w:tcW w:w="425" w:type="dxa"/>
            <w:tcBorders>
              <w:right w:val="nil"/>
            </w:tcBorders>
          </w:tcPr>
          <w:p w14:paraId="5885B0AD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1BD7C081" w14:textId="77777777" w:rsidR="00C6765F" w:rsidRPr="000A63AF" w:rsidRDefault="00C6765F" w:rsidP="00C6765F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Tahoma" w:hAnsi="Tahoma" w:cs="Tahoma"/>
              </w:rPr>
              <w:t>A dog runs at a speed of 15m/s for 20 seconds.  How far does it run?</w:t>
            </w:r>
          </w:p>
        </w:tc>
      </w:tr>
      <w:tr w:rsidR="00C6765F" w:rsidRPr="00C240D5" w14:paraId="443120C6" w14:textId="77777777" w:rsidTr="00C6765F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F6B1CBE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6B3A5799" w14:textId="77777777" w:rsidR="00C6765F" w:rsidRDefault="00C6765F" w:rsidP="00C6765F">
            <w:pPr>
              <w:spacing w:before="12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Complete the probability tree:</w:t>
            </w:r>
          </w:p>
          <w:p w14:paraId="383F79B9" w14:textId="77777777" w:rsidR="00C6765F" w:rsidRPr="00C240D5" w:rsidRDefault="00C6765F" w:rsidP="00C6765F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5691A53C" wp14:editId="2C7CC471">
                  <wp:extent cx="1679331" cy="1543628"/>
                  <wp:effectExtent l="0" t="0" r="0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48E79A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650" cy="1553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62D92D5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4D66F368" w14:textId="77777777" w:rsidR="00C6765F" w:rsidRDefault="00C6765F" w:rsidP="00C6765F">
            <w:pPr>
              <w:spacing w:before="120"/>
              <w:rPr>
                <w:rFonts w:ascii="Tahoma" w:hAnsi="Tahoma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t>Work out the missing angle.</w:t>
            </w:r>
          </w:p>
          <w:p w14:paraId="0194CAB5" w14:textId="77777777" w:rsidR="00C6765F" w:rsidRPr="00C240D5" w:rsidRDefault="00C6765F" w:rsidP="00C6765F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4988EE21" wp14:editId="252441FB">
                  <wp:extent cx="1555750" cy="795655"/>
                  <wp:effectExtent l="0" t="0" r="6350" b="444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795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65F" w:rsidRPr="00C240D5" w14:paraId="3C5B1E67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2BC32D6A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9B20682" w14:textId="77777777" w:rsidR="00C6765F" w:rsidRDefault="00C6765F" w:rsidP="00C6765F">
            <w:pPr>
              <w:spacing w:before="120" w:after="0"/>
              <w:rPr>
                <w:rFonts w:ascii="Tahoma" w:eastAsiaTheme="minorEastAsia" w:hAnsi="Tahoma" w:cs="Tahoma"/>
                <w:noProof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w:drawing>
                <wp:anchor distT="0" distB="0" distL="114300" distR="114300" simplePos="0" relativeHeight="251680768" behindDoc="0" locked="0" layoutInCell="1" allowOverlap="1" wp14:anchorId="253CD716" wp14:editId="2A141F91">
                  <wp:simplePos x="0" y="0"/>
                  <wp:positionH relativeFrom="column">
                    <wp:posOffset>2076890</wp:posOffset>
                  </wp:positionH>
                  <wp:positionV relativeFrom="paragraph">
                    <wp:posOffset>93492</wp:posOffset>
                  </wp:positionV>
                  <wp:extent cx="1028700" cy="1000125"/>
                  <wp:effectExtent l="0" t="0" r="0" b="3175"/>
                  <wp:wrapSquare wrapText="bothSides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4890A4.t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eastAsiaTheme="minorEastAsia" w:hAnsi="Tahoma" w:cs="Tahoma"/>
                <w:noProof/>
              </w:rPr>
              <w:t>What shape is this the net for?</w:t>
            </w:r>
          </w:p>
          <w:p w14:paraId="3DB0A29C" w14:textId="77777777" w:rsidR="00C6765F" w:rsidRPr="00C240D5" w:rsidRDefault="00C6765F" w:rsidP="00C6765F">
            <w:pPr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9744" behindDoc="0" locked="0" layoutInCell="1" allowOverlap="1" wp14:anchorId="610BB678" wp14:editId="19640DA9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600710</wp:posOffset>
                  </wp:positionV>
                  <wp:extent cx="572135" cy="401320"/>
                  <wp:effectExtent l="0" t="0" r="0" b="508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t xml:space="preserve"> </w:t>
            </w:r>
          </w:p>
        </w:tc>
      </w:tr>
    </w:tbl>
    <w:p w14:paraId="0EAA2632" w14:textId="77777777" w:rsidR="00C6765F" w:rsidRDefault="00C6765F" w:rsidP="00C6765F">
      <w:pPr>
        <w:spacing w:after="1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lastRenderedPageBreak/>
        <w:drawing>
          <wp:anchor distT="0" distB="0" distL="114300" distR="114300" simplePos="0" relativeHeight="251670528" behindDoc="0" locked="0" layoutInCell="1" allowOverlap="1" wp14:anchorId="2486D603" wp14:editId="63CD0349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2" name="Picture 1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Print" w:hAnsi="Segoe Print"/>
          <w:b/>
          <w:sz w:val="24"/>
        </w:rPr>
        <w:tab/>
      </w:r>
    </w:p>
    <w:p w14:paraId="3087F84C" w14:textId="77777777" w:rsidR="00C6765F" w:rsidRDefault="00C6765F" w:rsidP="00C6765F">
      <w:pPr>
        <w:spacing w:after="120"/>
        <w:rPr>
          <w:rFonts w:ascii="Segoe Print" w:hAnsi="Segoe Print"/>
          <w:b/>
          <w:sz w:val="24"/>
        </w:rPr>
      </w:pPr>
      <w:r>
        <w:rPr>
          <w:rFonts w:ascii="Segoe Print" w:hAnsi="Segoe Print"/>
          <w:b/>
          <w:sz w:val="24"/>
        </w:rPr>
        <w:tab/>
      </w:r>
    </w:p>
    <w:p w14:paraId="6B4D54EC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10BFCF5C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A43CA"/>
    <w:rsid w:val="000A63AF"/>
    <w:rsid w:val="001826A9"/>
    <w:rsid w:val="00213C21"/>
    <w:rsid w:val="002D5D86"/>
    <w:rsid w:val="00333535"/>
    <w:rsid w:val="003F51D8"/>
    <w:rsid w:val="00505FC9"/>
    <w:rsid w:val="00525119"/>
    <w:rsid w:val="0064471D"/>
    <w:rsid w:val="00705472"/>
    <w:rsid w:val="007B4226"/>
    <w:rsid w:val="007E2C1A"/>
    <w:rsid w:val="0090117B"/>
    <w:rsid w:val="0099142F"/>
    <w:rsid w:val="00AD3C1A"/>
    <w:rsid w:val="00BE7AC9"/>
    <w:rsid w:val="00C240D5"/>
    <w:rsid w:val="00C41860"/>
    <w:rsid w:val="00C6765F"/>
    <w:rsid w:val="00D51195"/>
    <w:rsid w:val="00DB511B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tmp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4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</cp:revision>
  <dcterms:created xsi:type="dcterms:W3CDTF">2019-02-25T09:37:00Z</dcterms:created>
  <dcterms:modified xsi:type="dcterms:W3CDTF">2019-02-25T09:41:00Z</dcterms:modified>
</cp:coreProperties>
</file>